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F5D04">
      <w:pPr>
        <w:adjustRightInd w:val="0"/>
        <w:snapToGrid w:val="0"/>
        <w:spacing w:line="400" w:lineRule="exact"/>
        <w:jc w:val="center"/>
        <w:rPr>
          <w:rFonts w:ascii="Times New Roman" w:hAnsi="Times New Roman" w:cs="Times New Roman"/>
          <w:sz w:val="32"/>
          <w:szCs w:val="32"/>
        </w:rPr>
      </w:pPr>
      <w:r>
        <w:rPr>
          <w:rFonts w:ascii="Times New Roman" w:hAnsi="Times New Roman" w:cs="Times New Roman"/>
          <w:sz w:val="32"/>
          <w:szCs w:val="32"/>
        </w:rPr>
        <w:t>编制说明</w:t>
      </w:r>
    </w:p>
    <w:p w14:paraId="27D61EA9">
      <w:pPr>
        <w:adjustRightInd w:val="0"/>
        <w:snapToGrid w:val="0"/>
        <w:spacing w:line="400" w:lineRule="exact"/>
        <w:jc w:val="center"/>
        <w:rPr>
          <w:rFonts w:ascii="Times New Roman" w:hAnsi="Times New Roman" w:cs="Times New Roman"/>
          <w:sz w:val="32"/>
          <w:szCs w:val="32"/>
        </w:rPr>
      </w:pPr>
    </w:p>
    <w:p w14:paraId="67895398">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Theme="minorEastAsia" w:hAnsiTheme="minorEastAsia" w:cstheme="minorEastAsia"/>
          <w:szCs w:val="21"/>
        </w:rPr>
      </w:pPr>
      <w:r>
        <w:rPr>
          <w:rFonts w:hint="eastAsia" w:asciiTheme="minorEastAsia" w:hAnsiTheme="minorEastAsia" w:cstheme="minorEastAsia"/>
          <w:szCs w:val="21"/>
        </w:rPr>
        <w:t>一、工程概况</w:t>
      </w:r>
    </w:p>
    <w:p w14:paraId="4A52C36D">
      <w:pPr>
        <w:keepNext w:val="0"/>
        <w:keepLines w:val="0"/>
        <w:widowControl/>
        <w:suppressLineNumbers w:val="0"/>
        <w:ind w:firstLine="420" w:firstLineChars="200"/>
        <w:jc w:val="left"/>
      </w:pPr>
      <w:bookmarkStart w:id="0" w:name="_GoBack"/>
      <w:bookmarkEnd w:id="0"/>
      <w:r>
        <w:rPr>
          <w:rFonts w:hint="eastAsia" w:asciiTheme="minorEastAsia" w:hAnsiTheme="minorEastAsia" w:eastAsiaTheme="minorEastAsia" w:cstheme="minorEastAsia"/>
          <w:kern w:val="2"/>
          <w:sz w:val="21"/>
          <w:szCs w:val="21"/>
          <w:lang w:val="en-US" w:eastAsia="zh-CN" w:bidi="ar-SA"/>
        </w:rPr>
        <w:t>1. 工程概况：</w:t>
      </w:r>
      <w:r>
        <w:rPr>
          <w:rFonts w:hint="eastAsia" w:ascii="宋体" w:hAnsi="宋体" w:eastAsia="宋体" w:cs="宋体"/>
          <w:color w:val="000000"/>
          <w:kern w:val="0"/>
          <w:sz w:val="20"/>
          <w:szCs w:val="20"/>
          <w:lang w:val="en-US" w:eastAsia="zh-CN" w:bidi="ar"/>
        </w:rPr>
        <w:t>本工程为杭锦后旗三道桥黎一村铺设砂砾石工程，主要建设内容为路床</w:t>
      </w:r>
    </w:p>
    <w:p w14:paraId="59A62A9B">
      <w:pPr>
        <w:keepNext w:val="0"/>
        <w:keepLines w:val="0"/>
        <w:widowControl/>
        <w:suppressLineNumbers w:val="0"/>
        <w:jc w:val="left"/>
        <w:rPr>
          <w:rFonts w:hint="eastAsia" w:asciiTheme="minorEastAsia" w:hAnsiTheme="minorEastAsia" w:cstheme="minorEastAsia"/>
          <w:szCs w:val="21"/>
          <w:lang w:val="en-US" w:eastAsia="zh-CN"/>
        </w:rPr>
      </w:pPr>
      <w:r>
        <w:rPr>
          <w:rFonts w:hint="eastAsia" w:ascii="宋体" w:hAnsi="宋体" w:eastAsia="宋体" w:cs="宋体"/>
          <w:color w:val="000000"/>
          <w:kern w:val="0"/>
          <w:sz w:val="20"/>
          <w:szCs w:val="20"/>
          <w:lang w:val="en-US" w:eastAsia="zh-CN" w:bidi="ar"/>
        </w:rPr>
        <w:t>整形碾压、铺设长度为12公里，宽度为4.5米，厚度为6cm天然砂砾石路面。</w:t>
      </w:r>
    </w:p>
    <w:p w14:paraId="326B83C9">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Theme="minorEastAsia" w:hAnsiTheme="minorEastAsia" w:cstheme="minorEastAsia"/>
          <w:szCs w:val="21"/>
        </w:rPr>
      </w:pPr>
      <w:r>
        <w:rPr>
          <w:rFonts w:hint="eastAsia" w:asciiTheme="minorEastAsia" w:hAnsiTheme="minorEastAsia" w:cstheme="minorEastAsia"/>
          <w:szCs w:val="21"/>
        </w:rPr>
        <w:t>二、工程招标和分包范围</w:t>
      </w:r>
    </w:p>
    <w:p w14:paraId="6180504E">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rPr>
      </w:pPr>
      <w:r>
        <w:rPr>
          <w:rFonts w:hint="eastAsia" w:asciiTheme="minorEastAsia" w:hAnsiTheme="minorEastAsia" w:cstheme="minorEastAsia"/>
          <w:szCs w:val="21"/>
        </w:rPr>
        <w:t>1.工程招标范围：施工图范围内</w:t>
      </w:r>
      <w:r>
        <w:rPr>
          <w:rFonts w:hint="eastAsia" w:asciiTheme="minorEastAsia" w:hAnsiTheme="minorEastAsia" w:cstheme="minorEastAsia"/>
        </w:rPr>
        <w:t>的</w:t>
      </w:r>
      <w:r>
        <w:rPr>
          <w:rFonts w:hint="eastAsia" w:asciiTheme="minorEastAsia" w:hAnsiTheme="minorEastAsia" w:cstheme="minorEastAsia"/>
          <w:lang w:val="en-US" w:eastAsia="zh-CN"/>
        </w:rPr>
        <w:t>市政工程</w:t>
      </w:r>
      <w:r>
        <w:rPr>
          <w:rFonts w:hint="eastAsia" w:asciiTheme="minorEastAsia" w:hAnsiTheme="minorEastAsia" w:cstheme="minorEastAsia"/>
        </w:rPr>
        <w:t>等，详见工程量清单。</w:t>
      </w:r>
    </w:p>
    <w:p w14:paraId="4DA66E0C">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asciiTheme="minorEastAsia" w:hAnsiTheme="minorEastAsia" w:cstheme="minorEastAsia"/>
          <w:szCs w:val="21"/>
        </w:rPr>
      </w:pPr>
      <w:r>
        <w:rPr>
          <w:rFonts w:hint="eastAsia" w:asciiTheme="minorEastAsia" w:hAnsiTheme="minorEastAsia" w:cstheme="minorEastAsia"/>
        </w:rPr>
        <w:t>2.分包范围：无分包工程。</w:t>
      </w:r>
    </w:p>
    <w:p w14:paraId="25B25B7C">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heme="minorEastAsia" w:hAnsiTheme="minorEastAsia" w:cstheme="minorEastAsia"/>
        </w:rPr>
      </w:pPr>
      <w:r>
        <w:rPr>
          <w:rFonts w:hint="eastAsia" w:asciiTheme="minorEastAsia" w:hAnsiTheme="minorEastAsia" w:cstheme="minorEastAsia"/>
        </w:rPr>
        <w:t>三、编制依据</w:t>
      </w:r>
    </w:p>
    <w:p w14:paraId="24E590EB">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rPr>
      </w:pPr>
      <w:r>
        <w:rPr>
          <w:rFonts w:hint="eastAsia" w:asciiTheme="minorEastAsia" w:hAnsiTheme="minorEastAsia" w:cstheme="minorEastAsia"/>
        </w:rPr>
        <w:t>1.《建设工程工程量清单计价规范》（GB50500-2013）</w:t>
      </w:r>
      <w:r>
        <w:rPr>
          <w:rFonts w:hint="eastAsia" w:asciiTheme="minorEastAsia" w:hAnsiTheme="minorEastAsia" w:cstheme="minorEastAsia"/>
          <w:lang w:eastAsia="zh-CN"/>
        </w:rPr>
        <w:t>、</w:t>
      </w:r>
      <w:r>
        <w:rPr>
          <w:rFonts w:hint="eastAsia" w:asciiTheme="minorEastAsia" w:hAnsiTheme="minorEastAsia" w:cstheme="minorEastAsia"/>
        </w:rPr>
        <w:t>《</w:t>
      </w:r>
      <w:r>
        <w:rPr>
          <w:rFonts w:hint="eastAsia" w:asciiTheme="minorEastAsia" w:hAnsiTheme="minorEastAsia" w:cstheme="minorEastAsia"/>
          <w:lang w:val="en-US" w:eastAsia="zh-CN"/>
        </w:rPr>
        <w:t>房屋建筑与装饰</w:t>
      </w:r>
      <w:r>
        <w:rPr>
          <w:rFonts w:hint="eastAsia" w:asciiTheme="minorEastAsia" w:hAnsiTheme="minorEastAsia" w:cstheme="minorEastAsia"/>
        </w:rPr>
        <w:t>工程工程量计算规范》（GB5085</w:t>
      </w:r>
      <w:r>
        <w:rPr>
          <w:rFonts w:hint="eastAsia" w:asciiTheme="minorEastAsia" w:hAnsiTheme="minorEastAsia" w:cstheme="minorEastAsia"/>
          <w:lang w:val="en-US" w:eastAsia="zh-CN"/>
        </w:rPr>
        <w:t>4</w:t>
      </w:r>
      <w:r>
        <w:rPr>
          <w:rFonts w:hint="eastAsia" w:asciiTheme="minorEastAsia" w:hAnsiTheme="minorEastAsia" w:cstheme="minorEastAsia"/>
        </w:rPr>
        <w:t>-2013）</w:t>
      </w:r>
      <w:r>
        <w:rPr>
          <w:rFonts w:hint="eastAsia" w:asciiTheme="minorEastAsia" w:hAnsiTheme="minorEastAsia" w:cstheme="minorEastAsia"/>
          <w:lang w:eastAsia="zh-CN"/>
        </w:rPr>
        <w:t>、</w:t>
      </w:r>
      <w:r>
        <w:rPr>
          <w:rFonts w:hint="eastAsia" w:asciiTheme="minorEastAsia" w:hAnsiTheme="minorEastAsia" w:cstheme="minorEastAsia"/>
        </w:rPr>
        <w:t>《</w:t>
      </w:r>
      <w:r>
        <w:rPr>
          <w:rFonts w:hint="eastAsia" w:asciiTheme="minorEastAsia" w:hAnsiTheme="minorEastAsia" w:cstheme="minorEastAsia"/>
          <w:lang w:val="en-US" w:eastAsia="zh-CN"/>
        </w:rPr>
        <w:t>通用安装</w:t>
      </w:r>
      <w:r>
        <w:rPr>
          <w:rFonts w:hint="eastAsia" w:asciiTheme="minorEastAsia" w:hAnsiTheme="minorEastAsia" w:cstheme="minorEastAsia"/>
        </w:rPr>
        <w:t>工程工程量计算规范》（GB5085</w:t>
      </w:r>
      <w:r>
        <w:rPr>
          <w:rFonts w:hint="eastAsia" w:asciiTheme="minorEastAsia" w:hAnsiTheme="minorEastAsia" w:cstheme="minorEastAsia"/>
          <w:lang w:val="en-US" w:eastAsia="zh-CN"/>
        </w:rPr>
        <w:t>6</w:t>
      </w:r>
      <w:r>
        <w:rPr>
          <w:rFonts w:hint="eastAsia" w:asciiTheme="minorEastAsia" w:hAnsiTheme="minorEastAsia" w:cstheme="minorEastAsia"/>
        </w:rPr>
        <w:t>-2013）</w:t>
      </w:r>
      <w:r>
        <w:rPr>
          <w:rFonts w:hint="eastAsia" w:asciiTheme="minorEastAsia" w:hAnsiTheme="minorEastAsia" w:cstheme="minorEastAsia"/>
          <w:lang w:eastAsia="zh-CN"/>
        </w:rPr>
        <w:t>、</w:t>
      </w:r>
      <w:r>
        <w:rPr>
          <w:rFonts w:hint="eastAsia" w:asciiTheme="minorEastAsia" w:hAnsiTheme="minorEastAsia" w:cstheme="minorEastAsia"/>
        </w:rPr>
        <w:t>《</w:t>
      </w:r>
      <w:r>
        <w:rPr>
          <w:rFonts w:hint="eastAsia" w:asciiTheme="minorEastAsia" w:hAnsiTheme="minorEastAsia" w:cstheme="minorEastAsia"/>
          <w:lang w:val="en-US" w:eastAsia="zh-CN"/>
        </w:rPr>
        <w:t>市政</w:t>
      </w:r>
      <w:r>
        <w:rPr>
          <w:rFonts w:hint="eastAsia" w:asciiTheme="minorEastAsia" w:hAnsiTheme="minorEastAsia" w:cstheme="minorEastAsia"/>
        </w:rPr>
        <w:t>工程工程量计算规范》（GB5085</w:t>
      </w:r>
      <w:r>
        <w:rPr>
          <w:rFonts w:hint="eastAsia" w:asciiTheme="minorEastAsia" w:hAnsiTheme="minorEastAsia" w:cstheme="minorEastAsia"/>
          <w:lang w:val="en-US" w:eastAsia="zh-CN"/>
        </w:rPr>
        <w:t>7</w:t>
      </w:r>
      <w:r>
        <w:rPr>
          <w:rFonts w:hint="eastAsia" w:asciiTheme="minorEastAsia" w:hAnsiTheme="minorEastAsia" w:cstheme="minorEastAsia"/>
        </w:rPr>
        <w:t>-2013）及解释和勘误。</w:t>
      </w:r>
    </w:p>
    <w:p w14:paraId="0B37E3B2">
      <w:pPr>
        <w:keepNext w:val="0"/>
        <w:keepLines w:val="0"/>
        <w:pageBreakBefore w:val="0"/>
        <w:widowControl w:val="0"/>
        <w:kinsoku/>
        <w:wordWrap/>
        <w:overflowPunct/>
        <w:topLinePunct w:val="0"/>
        <w:autoSpaceDE/>
        <w:autoSpaceDN/>
        <w:bidi w:val="0"/>
        <w:adjustRightInd w:val="0"/>
        <w:snapToGrid w:val="0"/>
        <w:spacing w:line="300" w:lineRule="exact"/>
        <w:ind w:firstLine="420"/>
        <w:textAlignment w:val="auto"/>
        <w:rPr>
          <w:rFonts w:asciiTheme="minorEastAsia" w:hAnsiTheme="minorEastAsia" w:cstheme="minorEastAsia"/>
        </w:rPr>
      </w:pPr>
      <w:r>
        <w:rPr>
          <w:rFonts w:hint="eastAsia" w:asciiTheme="minorEastAsia" w:hAnsiTheme="minorEastAsia" w:cstheme="minorEastAsia"/>
        </w:rPr>
        <w:t>2.本工程的施工图；</w:t>
      </w:r>
    </w:p>
    <w:p w14:paraId="0A3EF269">
      <w:pPr>
        <w:keepNext w:val="0"/>
        <w:keepLines w:val="0"/>
        <w:pageBreakBefore w:val="0"/>
        <w:widowControl w:val="0"/>
        <w:kinsoku/>
        <w:wordWrap/>
        <w:overflowPunct/>
        <w:topLinePunct w:val="0"/>
        <w:autoSpaceDE/>
        <w:autoSpaceDN/>
        <w:bidi w:val="0"/>
        <w:adjustRightInd w:val="0"/>
        <w:snapToGrid w:val="0"/>
        <w:spacing w:line="300" w:lineRule="exact"/>
        <w:ind w:firstLine="420"/>
        <w:textAlignment w:val="auto"/>
        <w:rPr>
          <w:rFonts w:asciiTheme="minorEastAsia" w:hAnsiTheme="minorEastAsia" w:cstheme="minorEastAsia"/>
        </w:rPr>
      </w:pPr>
      <w:r>
        <w:rPr>
          <w:rFonts w:hint="eastAsia" w:asciiTheme="minorEastAsia" w:hAnsiTheme="minorEastAsia" w:cstheme="minorEastAsia"/>
        </w:rPr>
        <w:t>3.与本工程有关的标准（包括标准图集）、规范、技术资料；</w:t>
      </w:r>
    </w:p>
    <w:p w14:paraId="1B1FBA9B">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rPr>
      </w:pPr>
      <w:r>
        <w:rPr>
          <w:rFonts w:hint="eastAsia" w:asciiTheme="minorEastAsia" w:hAnsiTheme="minorEastAsia" w:cstheme="minorEastAsia"/>
        </w:rPr>
        <w:t>4.招标文件、补充通知；</w:t>
      </w:r>
    </w:p>
    <w:p w14:paraId="74731B4D">
      <w:pPr>
        <w:keepNext w:val="0"/>
        <w:keepLines w:val="0"/>
        <w:pageBreakBefore w:val="0"/>
        <w:widowControl w:val="0"/>
        <w:kinsoku/>
        <w:wordWrap/>
        <w:overflowPunct/>
        <w:topLinePunct w:val="0"/>
        <w:autoSpaceDE/>
        <w:autoSpaceDN/>
        <w:bidi w:val="0"/>
        <w:adjustRightInd w:val="0"/>
        <w:snapToGrid w:val="0"/>
        <w:spacing w:line="300" w:lineRule="exact"/>
        <w:ind w:firstLine="420"/>
        <w:textAlignment w:val="auto"/>
        <w:rPr>
          <w:rFonts w:asciiTheme="minorEastAsia" w:hAnsiTheme="minorEastAsia" w:cstheme="minorEastAsia"/>
        </w:rPr>
      </w:pPr>
      <w:r>
        <w:rPr>
          <w:rFonts w:hint="eastAsia" w:asciiTheme="minorEastAsia" w:hAnsiTheme="minorEastAsia" w:cstheme="minorEastAsia"/>
        </w:rPr>
        <w:t>5.其他有关文件、资料；</w:t>
      </w:r>
    </w:p>
    <w:p w14:paraId="449A1FB7">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heme="minorEastAsia" w:hAnsiTheme="minorEastAsia" w:cstheme="minorEastAsia"/>
          <w:szCs w:val="21"/>
        </w:rPr>
      </w:pPr>
      <w:r>
        <w:rPr>
          <w:rFonts w:hint="eastAsia" w:asciiTheme="minorEastAsia" w:hAnsiTheme="minorEastAsia" w:cstheme="minorEastAsia"/>
          <w:szCs w:val="21"/>
        </w:rPr>
        <w:t>四、其他说明事项</w:t>
      </w:r>
    </w:p>
    <w:p w14:paraId="2488F926">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szCs w:val="21"/>
        </w:rPr>
      </w:pPr>
      <w:r>
        <w:rPr>
          <w:rFonts w:hint="eastAsia" w:asciiTheme="minorEastAsia" w:hAnsiTheme="minorEastAsia" w:cstheme="minorEastAsia"/>
        </w:rPr>
        <w:t>1.一般</w:t>
      </w:r>
      <w:r>
        <w:rPr>
          <w:rFonts w:hint="eastAsia" w:asciiTheme="minorEastAsia" w:hAnsiTheme="minorEastAsia" w:cstheme="minorEastAsia"/>
          <w:szCs w:val="21"/>
        </w:rPr>
        <w:t>说明</w:t>
      </w:r>
    </w:p>
    <w:p w14:paraId="54B47FDF">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szCs w:val="21"/>
        </w:rPr>
      </w:pPr>
      <w:r>
        <w:rPr>
          <w:rFonts w:hint="eastAsia" w:asciiTheme="minorEastAsia" w:hAnsiTheme="minorEastAsia" w:cstheme="minorEastAsia"/>
          <w:szCs w:val="21"/>
        </w:rPr>
        <w:t>（1）施工现场情况、交通运输情况、自然地理条件：以现场踏勘情况为准；</w:t>
      </w:r>
    </w:p>
    <w:p w14:paraId="54EDFB14">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szCs w:val="21"/>
        </w:rPr>
      </w:pPr>
      <w:r>
        <w:rPr>
          <w:rFonts w:hint="eastAsia" w:asciiTheme="minorEastAsia" w:hAnsiTheme="minorEastAsia" w:cstheme="minorEastAsia"/>
          <w:szCs w:val="21"/>
        </w:rPr>
        <w:t>（2）环境保护要求：满足省、市及当地政府对环境保护的相关要求和规定；</w:t>
      </w:r>
    </w:p>
    <w:p w14:paraId="70478F67">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szCs w:val="21"/>
        </w:rPr>
      </w:pPr>
      <w:r>
        <w:rPr>
          <w:rFonts w:hint="eastAsia" w:asciiTheme="minorEastAsia" w:hAnsiTheme="minorEastAsia" w:cstheme="minorEastAsia"/>
          <w:szCs w:val="21"/>
        </w:rPr>
        <w:t>（3）本工程投标报价按《建设工程工程量清单计价规范》、</w:t>
      </w:r>
      <w:r>
        <w:rPr>
          <w:rFonts w:hint="eastAsia" w:asciiTheme="minorEastAsia" w:hAnsiTheme="minorEastAsia" w:cstheme="minorEastAsia"/>
        </w:rPr>
        <w:t>《</w:t>
      </w:r>
      <w:r>
        <w:rPr>
          <w:rFonts w:hint="eastAsia" w:asciiTheme="minorEastAsia" w:hAnsiTheme="minorEastAsia" w:cstheme="minorEastAsia"/>
          <w:lang w:val="en-US" w:eastAsia="zh-CN"/>
        </w:rPr>
        <w:t>房屋建筑与装饰</w:t>
      </w:r>
      <w:r>
        <w:rPr>
          <w:rFonts w:hint="eastAsia" w:asciiTheme="minorEastAsia" w:hAnsiTheme="minorEastAsia" w:cstheme="minorEastAsia"/>
        </w:rPr>
        <w:t>工程工程量计算规范》</w:t>
      </w:r>
      <w:r>
        <w:rPr>
          <w:rFonts w:hint="eastAsia" w:asciiTheme="minorEastAsia" w:hAnsiTheme="minorEastAsia" w:cstheme="minorEastAsia"/>
          <w:lang w:eastAsia="zh-CN"/>
        </w:rPr>
        <w:t>、</w:t>
      </w:r>
      <w:r>
        <w:rPr>
          <w:rFonts w:hint="eastAsia" w:asciiTheme="minorEastAsia" w:hAnsiTheme="minorEastAsia" w:cstheme="minorEastAsia"/>
        </w:rPr>
        <w:t>《</w:t>
      </w:r>
      <w:r>
        <w:rPr>
          <w:rFonts w:hint="eastAsia" w:asciiTheme="minorEastAsia" w:hAnsiTheme="minorEastAsia" w:cstheme="minorEastAsia"/>
          <w:lang w:val="en-US" w:eastAsia="zh-CN"/>
        </w:rPr>
        <w:t>通用安装</w:t>
      </w:r>
      <w:r>
        <w:rPr>
          <w:rFonts w:hint="eastAsia" w:asciiTheme="minorEastAsia" w:hAnsiTheme="minorEastAsia" w:cstheme="minorEastAsia"/>
        </w:rPr>
        <w:t>工程工程量计算规范》</w:t>
      </w:r>
      <w:r>
        <w:rPr>
          <w:rFonts w:hint="eastAsia" w:asciiTheme="minorEastAsia" w:hAnsiTheme="minorEastAsia" w:cstheme="minorEastAsia"/>
          <w:lang w:eastAsia="zh-CN"/>
        </w:rPr>
        <w:t>、</w:t>
      </w:r>
      <w:r>
        <w:rPr>
          <w:rFonts w:hint="eastAsia" w:asciiTheme="minorEastAsia" w:hAnsiTheme="minorEastAsia" w:cstheme="minorEastAsia"/>
        </w:rPr>
        <w:t>《</w:t>
      </w:r>
      <w:r>
        <w:rPr>
          <w:rFonts w:hint="eastAsia" w:asciiTheme="minorEastAsia" w:hAnsiTheme="minorEastAsia" w:cstheme="minorEastAsia"/>
          <w:lang w:val="en-US" w:eastAsia="zh-CN"/>
        </w:rPr>
        <w:t>市政</w:t>
      </w:r>
      <w:r>
        <w:rPr>
          <w:rFonts w:hint="eastAsia" w:asciiTheme="minorEastAsia" w:hAnsiTheme="minorEastAsia" w:cstheme="minorEastAsia"/>
        </w:rPr>
        <w:t>工程工程量计算规范》</w:t>
      </w:r>
      <w:r>
        <w:rPr>
          <w:rFonts w:hint="eastAsia" w:asciiTheme="minorEastAsia" w:hAnsiTheme="minorEastAsia" w:cstheme="minorEastAsia"/>
          <w:szCs w:val="21"/>
        </w:rPr>
        <w:t>的规定及要求，使用表格及格式按《建设工程工程量清单计价规范》要求执行，有更正的以勘误和解释为准；</w:t>
      </w:r>
    </w:p>
    <w:p w14:paraId="6D3C88A4">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szCs w:val="21"/>
        </w:rPr>
      </w:pPr>
      <w:r>
        <w:rPr>
          <w:rFonts w:hint="eastAsia" w:asciiTheme="minorEastAsia" w:hAnsiTheme="minorEastAsia" w:cstheme="minorEastAsia"/>
          <w:szCs w:val="21"/>
        </w:rPr>
        <w:t>（4）本工程量清单中的分部分项工程量及措施项目工程量均是根据本工程施工图，按照“工程量计算规范”</w:t>
      </w:r>
      <w:r>
        <w:rPr>
          <w:rFonts w:hint="eastAsia" w:asciiTheme="minorEastAsia" w:hAnsiTheme="minorEastAsia" w:cstheme="minorEastAsia"/>
          <w:szCs w:val="21"/>
          <w:lang w:val="zh-CN"/>
        </w:rPr>
        <w:t>进行计算的，工程量的变化调整以业主与承包商签字的合同约定为准，或按《建</w:t>
      </w:r>
      <w:r>
        <w:rPr>
          <w:rFonts w:hint="eastAsia" w:asciiTheme="minorEastAsia" w:hAnsiTheme="minorEastAsia" w:cstheme="minorEastAsia"/>
          <w:szCs w:val="21"/>
        </w:rPr>
        <w:t>设工程工程量清单计价规范》有关规定执行；</w:t>
      </w:r>
    </w:p>
    <w:p w14:paraId="507FA037">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szCs w:val="21"/>
        </w:rPr>
      </w:pPr>
      <w:r>
        <w:rPr>
          <w:rFonts w:hint="eastAsia" w:asciiTheme="minorEastAsia" w:hAnsiTheme="minorEastAsia" w:cstheme="minorEastAsia"/>
          <w:szCs w:val="21"/>
        </w:rPr>
        <w:t>（5）工程量清单及其计价格式中的任何内容不得随意删除或涂改，若有错误，在招标答疑时提出，以“补遗”资料为准；</w:t>
      </w:r>
    </w:p>
    <w:p w14:paraId="139E8C3F">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szCs w:val="21"/>
        </w:rPr>
      </w:pPr>
      <w:r>
        <w:rPr>
          <w:rFonts w:hint="eastAsia" w:asciiTheme="minorEastAsia" w:hAnsiTheme="minorEastAsia" w:cstheme="minorEastAsia"/>
          <w:szCs w:val="21"/>
        </w:rPr>
        <w:t>（6）分部分项工程量清单中对工程项目的项目特征及具体做法只作重点描述，详细情况见施工图设计、技术说明及相关标准图集。组价时应结合投标人现场勘查情况包括完成所有工序工作内容的全部费用；</w:t>
      </w:r>
    </w:p>
    <w:p w14:paraId="75E06170">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szCs w:val="21"/>
        </w:rPr>
      </w:pPr>
      <w:r>
        <w:rPr>
          <w:rFonts w:hint="eastAsia" w:asciiTheme="minorEastAsia" w:hAnsiTheme="minorEastAsia" w:cstheme="minorEastAsia"/>
          <w:szCs w:val="21"/>
        </w:rPr>
        <w:t>（7）投标人应充分考虑施工现场周边的实际情况对施工的影响，编制施工方案，并作出报价；</w:t>
      </w:r>
    </w:p>
    <w:p w14:paraId="176B0856">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b w:val="0"/>
          <w:bCs w:val="0"/>
          <w:color w:val="000000" w:themeColor="text1"/>
          <w:szCs w:val="21"/>
        </w:rPr>
      </w:pPr>
      <w:r>
        <w:rPr>
          <w:rFonts w:hint="eastAsia" w:asciiTheme="minorEastAsia" w:hAnsiTheme="minorEastAsia" w:cstheme="minorEastAsia"/>
          <w:szCs w:val="21"/>
        </w:rPr>
        <w:t>（8）</w:t>
      </w:r>
      <w:r>
        <w:rPr>
          <w:rFonts w:hint="eastAsia" w:asciiTheme="minorEastAsia" w:hAnsiTheme="minorEastAsia" w:cstheme="minorEastAsia"/>
          <w:b w:val="0"/>
          <w:bCs w:val="0"/>
          <w:color w:val="000000" w:themeColor="text1"/>
          <w:szCs w:val="21"/>
        </w:rPr>
        <w:t>招标控</w:t>
      </w:r>
      <w:r>
        <w:rPr>
          <w:rFonts w:hint="eastAsia"/>
          <w:b w:val="0"/>
          <w:bCs w:val="0"/>
          <w:color w:val="000000" w:themeColor="text1"/>
        </w:rPr>
        <w:t>制价为</w:t>
      </w:r>
      <w:r>
        <w:rPr>
          <w:rFonts w:hint="eastAsia" w:asciiTheme="minorEastAsia" w:hAnsiTheme="minorEastAsia" w:cstheme="minorEastAsia"/>
          <w:b w:val="0"/>
          <w:bCs w:val="0"/>
          <w:color w:val="000000" w:themeColor="text1"/>
          <w:szCs w:val="21"/>
          <w:lang w:val="en-US" w:eastAsia="zh-CN"/>
        </w:rPr>
        <w:t>700000</w:t>
      </w:r>
      <w:r>
        <w:rPr>
          <w:rFonts w:hint="eastAsia" w:asciiTheme="minorEastAsia" w:hAnsiTheme="minorEastAsia" w:cstheme="minorEastAsia"/>
          <w:b w:val="0"/>
          <w:bCs w:val="0"/>
          <w:color w:val="000000" w:themeColor="text1"/>
          <w:szCs w:val="21"/>
        </w:rPr>
        <w:t>元，其中暂列金额为</w:t>
      </w:r>
      <w:r>
        <w:rPr>
          <w:rFonts w:hint="eastAsia" w:asciiTheme="minorEastAsia" w:hAnsiTheme="minorEastAsia" w:cstheme="minorEastAsia"/>
          <w:b w:val="0"/>
          <w:bCs w:val="0"/>
          <w:color w:val="000000" w:themeColor="text1"/>
          <w:szCs w:val="21"/>
          <w:lang w:val="en-US" w:eastAsia="zh-CN"/>
        </w:rPr>
        <w:t>0</w:t>
      </w:r>
      <w:r>
        <w:rPr>
          <w:rFonts w:hint="eastAsia" w:asciiTheme="minorEastAsia" w:hAnsiTheme="minorEastAsia" w:cstheme="minorEastAsia"/>
          <w:b w:val="0"/>
          <w:bCs w:val="0"/>
          <w:color w:val="000000" w:themeColor="text1"/>
          <w:szCs w:val="21"/>
        </w:rPr>
        <w:t>元；</w:t>
      </w:r>
    </w:p>
    <w:p w14:paraId="196F1601">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asciiTheme="minorEastAsia" w:hAnsiTheme="minorEastAsia" w:cstheme="minorEastAsia"/>
          <w:szCs w:val="21"/>
        </w:rPr>
      </w:pPr>
      <w:r>
        <w:rPr>
          <w:rFonts w:hint="eastAsia" w:asciiTheme="minorEastAsia" w:hAnsiTheme="minorEastAsia" w:cstheme="minorEastAsia"/>
          <w:szCs w:val="21"/>
        </w:rPr>
        <w:t>（9）本说明未尽事项，以计价规范、工程量计算规范、计价管理办法、招标文件以及有关的法律、法规、建设行政主管部门颁发的文件为准。</w:t>
      </w:r>
    </w:p>
    <w:p w14:paraId="32F830E4">
      <w:pPr>
        <w:keepNext w:val="0"/>
        <w:keepLines w:val="0"/>
        <w:pageBreakBefore w:val="0"/>
        <w:widowControl w:val="0"/>
        <w:tabs>
          <w:tab w:val="left" w:pos="360"/>
        </w:tabs>
        <w:kinsoku/>
        <w:wordWrap/>
        <w:overflowPunct/>
        <w:topLinePunct w:val="0"/>
        <w:autoSpaceDE/>
        <w:autoSpaceDN/>
        <w:bidi w:val="0"/>
        <w:spacing w:line="370" w:lineRule="exact"/>
        <w:ind w:firstLine="420" w:firstLineChars="200"/>
        <w:jc w:val="center"/>
        <w:textAlignment w:val="auto"/>
        <w:rPr>
          <w:rFonts w:asciiTheme="minorEastAsia" w:hAnsiTheme="minorEastAsia" w:cstheme="minorEastAsia"/>
          <w:kern w:val="0"/>
          <w:szCs w:val="21"/>
        </w:rPr>
      </w:pPr>
    </w:p>
    <w:sectPr>
      <w:pgSz w:w="11906" w:h="16838"/>
      <w:pgMar w:top="1440"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BlY2VlYWIzZGJjZGIxYzNhMjEzMjc0YjYxOWJhMWIifQ=="/>
  </w:docVars>
  <w:rsids>
    <w:rsidRoot w:val="57CE6DE5"/>
    <w:rsid w:val="00041AAD"/>
    <w:rsid w:val="00047867"/>
    <w:rsid w:val="000502DD"/>
    <w:rsid w:val="000A4FC6"/>
    <w:rsid w:val="000A6F28"/>
    <w:rsid w:val="000C12FA"/>
    <w:rsid w:val="00102E9E"/>
    <w:rsid w:val="001767C6"/>
    <w:rsid w:val="00204EFD"/>
    <w:rsid w:val="00251DD6"/>
    <w:rsid w:val="002531A4"/>
    <w:rsid w:val="00274E0A"/>
    <w:rsid w:val="00343D75"/>
    <w:rsid w:val="00372E35"/>
    <w:rsid w:val="003761D8"/>
    <w:rsid w:val="00390D62"/>
    <w:rsid w:val="00392CD1"/>
    <w:rsid w:val="003A33D9"/>
    <w:rsid w:val="00415F6D"/>
    <w:rsid w:val="00427175"/>
    <w:rsid w:val="00440774"/>
    <w:rsid w:val="00446CBE"/>
    <w:rsid w:val="00575C96"/>
    <w:rsid w:val="00597166"/>
    <w:rsid w:val="006025F9"/>
    <w:rsid w:val="00605153"/>
    <w:rsid w:val="00645658"/>
    <w:rsid w:val="006D2F58"/>
    <w:rsid w:val="00727002"/>
    <w:rsid w:val="00772C99"/>
    <w:rsid w:val="00782DB5"/>
    <w:rsid w:val="00796AB3"/>
    <w:rsid w:val="007B69F3"/>
    <w:rsid w:val="007D73F9"/>
    <w:rsid w:val="00826902"/>
    <w:rsid w:val="00A15355"/>
    <w:rsid w:val="00A4723E"/>
    <w:rsid w:val="00A50C97"/>
    <w:rsid w:val="00A5600C"/>
    <w:rsid w:val="00AB3252"/>
    <w:rsid w:val="00B01BC8"/>
    <w:rsid w:val="00B301D8"/>
    <w:rsid w:val="00B372BD"/>
    <w:rsid w:val="00B77032"/>
    <w:rsid w:val="00B86132"/>
    <w:rsid w:val="00BA1CAE"/>
    <w:rsid w:val="00BF3F7C"/>
    <w:rsid w:val="00C80B35"/>
    <w:rsid w:val="00C908B2"/>
    <w:rsid w:val="00D22F39"/>
    <w:rsid w:val="00D410A3"/>
    <w:rsid w:val="00D4395C"/>
    <w:rsid w:val="00D55436"/>
    <w:rsid w:val="00D77A86"/>
    <w:rsid w:val="00D928C3"/>
    <w:rsid w:val="00DA16FF"/>
    <w:rsid w:val="00DB0154"/>
    <w:rsid w:val="00DF5AE8"/>
    <w:rsid w:val="00E55C7B"/>
    <w:rsid w:val="00E66A1D"/>
    <w:rsid w:val="00EC0910"/>
    <w:rsid w:val="00EF6A20"/>
    <w:rsid w:val="00F253E8"/>
    <w:rsid w:val="00F55F13"/>
    <w:rsid w:val="00FA4BA5"/>
    <w:rsid w:val="00FB00BD"/>
    <w:rsid w:val="00FC12C7"/>
    <w:rsid w:val="00FF199B"/>
    <w:rsid w:val="00FF47A4"/>
    <w:rsid w:val="01C87571"/>
    <w:rsid w:val="01E879F0"/>
    <w:rsid w:val="03522419"/>
    <w:rsid w:val="037E6271"/>
    <w:rsid w:val="03E5503B"/>
    <w:rsid w:val="03E82745"/>
    <w:rsid w:val="042035AC"/>
    <w:rsid w:val="044E16E7"/>
    <w:rsid w:val="04EE7E94"/>
    <w:rsid w:val="051038D9"/>
    <w:rsid w:val="05490100"/>
    <w:rsid w:val="054E0BCF"/>
    <w:rsid w:val="05E66C88"/>
    <w:rsid w:val="067E0C4E"/>
    <w:rsid w:val="06A37E72"/>
    <w:rsid w:val="06B3683E"/>
    <w:rsid w:val="06B90BC5"/>
    <w:rsid w:val="07197BBA"/>
    <w:rsid w:val="07431F1C"/>
    <w:rsid w:val="07451C6C"/>
    <w:rsid w:val="074A3B33"/>
    <w:rsid w:val="079C38A5"/>
    <w:rsid w:val="07FC62F2"/>
    <w:rsid w:val="081675EC"/>
    <w:rsid w:val="085944F6"/>
    <w:rsid w:val="086667DA"/>
    <w:rsid w:val="08F851AD"/>
    <w:rsid w:val="090F6001"/>
    <w:rsid w:val="0A6F23A4"/>
    <w:rsid w:val="0A7508D4"/>
    <w:rsid w:val="0AE47DFA"/>
    <w:rsid w:val="0B0F76CE"/>
    <w:rsid w:val="0C3251E6"/>
    <w:rsid w:val="0C6C0EB4"/>
    <w:rsid w:val="0CEC1D99"/>
    <w:rsid w:val="0E812871"/>
    <w:rsid w:val="0EA534B8"/>
    <w:rsid w:val="0F0E13AD"/>
    <w:rsid w:val="0F3609E3"/>
    <w:rsid w:val="0F7554C5"/>
    <w:rsid w:val="0FE73440"/>
    <w:rsid w:val="0FE86EF1"/>
    <w:rsid w:val="0FF2670D"/>
    <w:rsid w:val="10C105E7"/>
    <w:rsid w:val="10C7697D"/>
    <w:rsid w:val="10D85CED"/>
    <w:rsid w:val="117B398E"/>
    <w:rsid w:val="118F5AD1"/>
    <w:rsid w:val="11F51C31"/>
    <w:rsid w:val="12255C8F"/>
    <w:rsid w:val="124360A0"/>
    <w:rsid w:val="148B4E23"/>
    <w:rsid w:val="14FA3A5F"/>
    <w:rsid w:val="1554504B"/>
    <w:rsid w:val="15582C4C"/>
    <w:rsid w:val="165A1357"/>
    <w:rsid w:val="180F7596"/>
    <w:rsid w:val="1829666D"/>
    <w:rsid w:val="18730A0F"/>
    <w:rsid w:val="188E547B"/>
    <w:rsid w:val="1A277D03"/>
    <w:rsid w:val="1AF23E6D"/>
    <w:rsid w:val="1B6A60FA"/>
    <w:rsid w:val="1B851185"/>
    <w:rsid w:val="1B933AC3"/>
    <w:rsid w:val="1BF522B5"/>
    <w:rsid w:val="1C4526C3"/>
    <w:rsid w:val="1D266C5F"/>
    <w:rsid w:val="1DAE6BDB"/>
    <w:rsid w:val="1E9730D1"/>
    <w:rsid w:val="1F6B0692"/>
    <w:rsid w:val="20362575"/>
    <w:rsid w:val="20737369"/>
    <w:rsid w:val="20C9675F"/>
    <w:rsid w:val="211F3046"/>
    <w:rsid w:val="21465E64"/>
    <w:rsid w:val="214951EB"/>
    <w:rsid w:val="2232773E"/>
    <w:rsid w:val="226246A5"/>
    <w:rsid w:val="22691849"/>
    <w:rsid w:val="22745AB0"/>
    <w:rsid w:val="22A930A9"/>
    <w:rsid w:val="232131B9"/>
    <w:rsid w:val="233B0767"/>
    <w:rsid w:val="238B4531"/>
    <w:rsid w:val="23AB3753"/>
    <w:rsid w:val="23E222D8"/>
    <w:rsid w:val="23F74561"/>
    <w:rsid w:val="242C7D12"/>
    <w:rsid w:val="25027743"/>
    <w:rsid w:val="2543638E"/>
    <w:rsid w:val="258E6E89"/>
    <w:rsid w:val="25B47CFB"/>
    <w:rsid w:val="2628108B"/>
    <w:rsid w:val="27222628"/>
    <w:rsid w:val="274E2BB1"/>
    <w:rsid w:val="27AA4577"/>
    <w:rsid w:val="27FD02F5"/>
    <w:rsid w:val="28252A9B"/>
    <w:rsid w:val="28C64521"/>
    <w:rsid w:val="296F482F"/>
    <w:rsid w:val="2A6F1510"/>
    <w:rsid w:val="2A9F7F59"/>
    <w:rsid w:val="2AB078A1"/>
    <w:rsid w:val="2AB64B58"/>
    <w:rsid w:val="2AE127C1"/>
    <w:rsid w:val="2B0457EB"/>
    <w:rsid w:val="2BC310FF"/>
    <w:rsid w:val="2BC50B59"/>
    <w:rsid w:val="2CA3146B"/>
    <w:rsid w:val="2CB60ADB"/>
    <w:rsid w:val="2CF10453"/>
    <w:rsid w:val="2D2B4E63"/>
    <w:rsid w:val="2D336B91"/>
    <w:rsid w:val="2D7A5E91"/>
    <w:rsid w:val="2DAD2B8C"/>
    <w:rsid w:val="2E186F52"/>
    <w:rsid w:val="2E2D222F"/>
    <w:rsid w:val="2E3E5EA0"/>
    <w:rsid w:val="2FF5159F"/>
    <w:rsid w:val="30745A7D"/>
    <w:rsid w:val="30805028"/>
    <w:rsid w:val="310015DB"/>
    <w:rsid w:val="31340373"/>
    <w:rsid w:val="319E0453"/>
    <w:rsid w:val="320A2328"/>
    <w:rsid w:val="320F2D3F"/>
    <w:rsid w:val="32425283"/>
    <w:rsid w:val="325F5918"/>
    <w:rsid w:val="32B70B1D"/>
    <w:rsid w:val="32BB793B"/>
    <w:rsid w:val="33540891"/>
    <w:rsid w:val="336972BD"/>
    <w:rsid w:val="338B34DB"/>
    <w:rsid w:val="33D504B4"/>
    <w:rsid w:val="35CF32D1"/>
    <w:rsid w:val="362F19AA"/>
    <w:rsid w:val="36584E1C"/>
    <w:rsid w:val="37143F96"/>
    <w:rsid w:val="377E5E8B"/>
    <w:rsid w:val="37E819E8"/>
    <w:rsid w:val="3848260A"/>
    <w:rsid w:val="38F761D0"/>
    <w:rsid w:val="39044BC4"/>
    <w:rsid w:val="3A096EF2"/>
    <w:rsid w:val="3B040126"/>
    <w:rsid w:val="3B2158DF"/>
    <w:rsid w:val="3BF70A75"/>
    <w:rsid w:val="3C952EDD"/>
    <w:rsid w:val="3E4945BF"/>
    <w:rsid w:val="3E5F6AAC"/>
    <w:rsid w:val="3E8B1D5F"/>
    <w:rsid w:val="3F4C35F3"/>
    <w:rsid w:val="3FD50477"/>
    <w:rsid w:val="40221E33"/>
    <w:rsid w:val="404C044A"/>
    <w:rsid w:val="405748C8"/>
    <w:rsid w:val="40F62DE2"/>
    <w:rsid w:val="410D4678"/>
    <w:rsid w:val="418D5DEE"/>
    <w:rsid w:val="420D7CFF"/>
    <w:rsid w:val="42D72C50"/>
    <w:rsid w:val="433B35CA"/>
    <w:rsid w:val="43A3018A"/>
    <w:rsid w:val="43E04B98"/>
    <w:rsid w:val="444035EC"/>
    <w:rsid w:val="446C1765"/>
    <w:rsid w:val="44D13B8D"/>
    <w:rsid w:val="44DE5A73"/>
    <w:rsid w:val="450F247F"/>
    <w:rsid w:val="45206BF6"/>
    <w:rsid w:val="4581250F"/>
    <w:rsid w:val="45B14D68"/>
    <w:rsid w:val="476364A5"/>
    <w:rsid w:val="47B71E17"/>
    <w:rsid w:val="47D24B4B"/>
    <w:rsid w:val="48BE1548"/>
    <w:rsid w:val="48D16F09"/>
    <w:rsid w:val="4A0D3E22"/>
    <w:rsid w:val="4A600544"/>
    <w:rsid w:val="4A85569B"/>
    <w:rsid w:val="4A9D2770"/>
    <w:rsid w:val="4ABC0F93"/>
    <w:rsid w:val="4B566145"/>
    <w:rsid w:val="4B730769"/>
    <w:rsid w:val="4BEB7018"/>
    <w:rsid w:val="4C213261"/>
    <w:rsid w:val="4C601CBF"/>
    <w:rsid w:val="4CEC4311"/>
    <w:rsid w:val="4D712CF9"/>
    <w:rsid w:val="4E70020E"/>
    <w:rsid w:val="4EB744CA"/>
    <w:rsid w:val="4F432610"/>
    <w:rsid w:val="505C7A00"/>
    <w:rsid w:val="51610F98"/>
    <w:rsid w:val="51640CC4"/>
    <w:rsid w:val="529B499E"/>
    <w:rsid w:val="52AD4542"/>
    <w:rsid w:val="52E52721"/>
    <w:rsid w:val="5300798E"/>
    <w:rsid w:val="5362194F"/>
    <w:rsid w:val="53B62731"/>
    <w:rsid w:val="53C26C8D"/>
    <w:rsid w:val="54211338"/>
    <w:rsid w:val="54616749"/>
    <w:rsid w:val="54C137C2"/>
    <w:rsid w:val="5503377B"/>
    <w:rsid w:val="552635E7"/>
    <w:rsid w:val="55347D00"/>
    <w:rsid w:val="563B215B"/>
    <w:rsid w:val="56BF4844"/>
    <w:rsid w:val="56FE536D"/>
    <w:rsid w:val="574C432A"/>
    <w:rsid w:val="574F002A"/>
    <w:rsid w:val="57C00214"/>
    <w:rsid w:val="57CE6DE5"/>
    <w:rsid w:val="57D6291C"/>
    <w:rsid w:val="57FD3201"/>
    <w:rsid w:val="591D7439"/>
    <w:rsid w:val="597312BF"/>
    <w:rsid w:val="598C66C8"/>
    <w:rsid w:val="5A2847AA"/>
    <w:rsid w:val="5A2D5DD3"/>
    <w:rsid w:val="5B647230"/>
    <w:rsid w:val="5B9B0FC2"/>
    <w:rsid w:val="5BAC35E9"/>
    <w:rsid w:val="5BAD110F"/>
    <w:rsid w:val="5C010723"/>
    <w:rsid w:val="5CA23300"/>
    <w:rsid w:val="5D5F62A6"/>
    <w:rsid w:val="5DB931AE"/>
    <w:rsid w:val="5DFB2031"/>
    <w:rsid w:val="5F17346F"/>
    <w:rsid w:val="5FE429F8"/>
    <w:rsid w:val="6071178C"/>
    <w:rsid w:val="60885F41"/>
    <w:rsid w:val="60AE414C"/>
    <w:rsid w:val="60CD6B37"/>
    <w:rsid w:val="610A1355"/>
    <w:rsid w:val="612A16B2"/>
    <w:rsid w:val="615102B2"/>
    <w:rsid w:val="61A873D8"/>
    <w:rsid w:val="624D604E"/>
    <w:rsid w:val="628950C7"/>
    <w:rsid w:val="62E23D94"/>
    <w:rsid w:val="63576A39"/>
    <w:rsid w:val="63A070EA"/>
    <w:rsid w:val="63C82F8A"/>
    <w:rsid w:val="64BA22CE"/>
    <w:rsid w:val="64F8789F"/>
    <w:rsid w:val="65DA66B7"/>
    <w:rsid w:val="65DC4876"/>
    <w:rsid w:val="65FD6380"/>
    <w:rsid w:val="661029C7"/>
    <w:rsid w:val="665E7BB9"/>
    <w:rsid w:val="6666187F"/>
    <w:rsid w:val="66796A2D"/>
    <w:rsid w:val="66F67CFF"/>
    <w:rsid w:val="670F0CB7"/>
    <w:rsid w:val="67115E53"/>
    <w:rsid w:val="6728461D"/>
    <w:rsid w:val="6768117E"/>
    <w:rsid w:val="67DB7004"/>
    <w:rsid w:val="681F791F"/>
    <w:rsid w:val="68B05E82"/>
    <w:rsid w:val="6A1E1DE2"/>
    <w:rsid w:val="6BDC4796"/>
    <w:rsid w:val="6C2A027A"/>
    <w:rsid w:val="6C5701F8"/>
    <w:rsid w:val="6CE150BD"/>
    <w:rsid w:val="6D016D91"/>
    <w:rsid w:val="6D1A3D1F"/>
    <w:rsid w:val="6D535020"/>
    <w:rsid w:val="6DEE5CE3"/>
    <w:rsid w:val="6E6912A9"/>
    <w:rsid w:val="6E835C5A"/>
    <w:rsid w:val="6E8C2BE4"/>
    <w:rsid w:val="6F260CA8"/>
    <w:rsid w:val="6F332872"/>
    <w:rsid w:val="6F8E41D0"/>
    <w:rsid w:val="707F3E5C"/>
    <w:rsid w:val="70853ACA"/>
    <w:rsid w:val="70A335D9"/>
    <w:rsid w:val="70C14E4C"/>
    <w:rsid w:val="718A0077"/>
    <w:rsid w:val="71BD1D40"/>
    <w:rsid w:val="72BF4D59"/>
    <w:rsid w:val="7312676B"/>
    <w:rsid w:val="736E51D0"/>
    <w:rsid w:val="73B479B5"/>
    <w:rsid w:val="74E02431"/>
    <w:rsid w:val="74FB2A8F"/>
    <w:rsid w:val="7529359E"/>
    <w:rsid w:val="75907680"/>
    <w:rsid w:val="75A26783"/>
    <w:rsid w:val="75F2360E"/>
    <w:rsid w:val="76C05D43"/>
    <w:rsid w:val="76EB2513"/>
    <w:rsid w:val="776271A4"/>
    <w:rsid w:val="77D3606B"/>
    <w:rsid w:val="77DC3624"/>
    <w:rsid w:val="77E956B3"/>
    <w:rsid w:val="78A3591C"/>
    <w:rsid w:val="79372FE9"/>
    <w:rsid w:val="795A63FD"/>
    <w:rsid w:val="796926C2"/>
    <w:rsid w:val="79724F2C"/>
    <w:rsid w:val="79D453B1"/>
    <w:rsid w:val="7AE61531"/>
    <w:rsid w:val="7B2A20B0"/>
    <w:rsid w:val="7BA4590B"/>
    <w:rsid w:val="7BD460D7"/>
    <w:rsid w:val="7C7702B3"/>
    <w:rsid w:val="7C7A2CD8"/>
    <w:rsid w:val="7CBE2D25"/>
    <w:rsid w:val="7CE7227B"/>
    <w:rsid w:val="7DBC035A"/>
    <w:rsid w:val="7DC22CF0"/>
    <w:rsid w:val="7DE7492E"/>
    <w:rsid w:val="7E2D0162"/>
    <w:rsid w:val="7E2E6D24"/>
    <w:rsid w:val="7E301A00"/>
    <w:rsid w:val="7E590F57"/>
    <w:rsid w:val="7E775881"/>
    <w:rsid w:val="7E7E251F"/>
    <w:rsid w:val="7E9E2E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Pages>
  <Words>842</Words>
  <Characters>902</Characters>
  <Lines>7</Lines>
  <Paragraphs>2</Paragraphs>
  <TotalTime>13</TotalTime>
  <ScaleCrop>false</ScaleCrop>
  <LinksUpToDate>false</LinksUpToDate>
  <CharactersWithSpaces>903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2018-09-13T09:04:00Z</dcterms:created>
  <dc:creator>Administrator</dc:creator>
  <cp:lastModifiedBy>杨二全</cp:lastModifiedBy>
  <cp:lastPrinted>2020-09-21T01:43:00Z</cp:lastPrinted>
  <dcterms:modified xsi:type="dcterms:W3CDTF">2025-03-24T08:30:18Z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8659A8304D66437DA0F2FDF58FE2BBD1_12</vt:lpwstr>
  </property>
  <property fmtid="{D5CDD505-2E9C-101B-9397-08002B2CF9AE}" pid="4" name="KSOTemplateDocerSaveRecord">
    <vt:lpwstr>eyJoZGlkIjoiNDBlY2VlYWIzZGJjZGIxYzNhMjEzMjc0YjYxOWJhMWIiLCJ1c2VySWQiOiIzNTI0ODMyODMifQ==</vt:lpwstr>
  </property>
</Properties>
</file>